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CF" w:rsidRDefault="00D444CF" w:rsidP="009355A8">
      <w:pPr>
        <w:pStyle w:val="Subhead2"/>
        <w:tabs>
          <w:tab w:val="left" w:pos="284"/>
        </w:tabs>
        <w:spacing w:before="120" w:after="60"/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ILUMINACJA ŚWIĄTECZNA – 2018/2019</w:t>
      </w:r>
    </w:p>
    <w:p w:rsidR="00D444CF" w:rsidRPr="009355A8" w:rsidRDefault="00D444CF" w:rsidP="009355A8">
      <w:pPr>
        <w:pStyle w:val="Subhead2"/>
        <w:tabs>
          <w:tab w:val="left" w:pos="284"/>
        </w:tabs>
        <w:spacing w:before="120" w:after="60"/>
        <w:jc w:val="center"/>
        <w:rPr>
          <w:rFonts w:ascii="Arial" w:hAnsi="Arial" w:cs="Arial"/>
          <w:sz w:val="28"/>
          <w:szCs w:val="28"/>
          <w:u w:val="single"/>
        </w:rPr>
      </w:pPr>
    </w:p>
    <w:p w:rsidR="00D444CF" w:rsidRDefault="00D444CF" w:rsidP="008D5DC2">
      <w:pPr>
        <w:pStyle w:val="Subhead2"/>
        <w:numPr>
          <w:ilvl w:val="0"/>
          <w:numId w:val="1"/>
        </w:numPr>
        <w:tabs>
          <w:tab w:val="left" w:pos="284"/>
        </w:tabs>
        <w:spacing w:before="120" w:after="60"/>
        <w:jc w:val="both"/>
      </w:pPr>
      <w:r>
        <w:t>Opis przedmiotu zamówienia:</w:t>
      </w:r>
    </w:p>
    <w:p w:rsidR="00D444CF" w:rsidRDefault="00D444CF" w:rsidP="00C74FCF">
      <w:pPr>
        <w:tabs>
          <w:tab w:val="left" w:pos="720"/>
        </w:tabs>
        <w:ind w:left="36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Przedmiotem zamówienia jest </w:t>
      </w:r>
      <w:r>
        <w:rPr>
          <w:sz w:val="24"/>
          <w:szCs w:val="24"/>
        </w:rPr>
        <w:t>usługa w rozumieniu art. 2 pkt 10 UPZP polegająca na wykonaniu dekoracji świątecznej na terenie Miasta Bydgoszczy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 2018 roku i jej demontaż w styczniu 2019 roku.</w:t>
      </w:r>
    </w:p>
    <w:p w:rsidR="00D444CF" w:rsidRDefault="00D444CF" w:rsidP="00C74FCF">
      <w:pPr>
        <w:tabs>
          <w:tab w:val="left" w:pos="993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Zamówienie podzielono na następujące zadania:</w:t>
      </w:r>
    </w:p>
    <w:p w:rsidR="00D444CF" w:rsidRPr="000F6FC9" w:rsidRDefault="00D444CF" w:rsidP="00C74FCF">
      <w:pPr>
        <w:tabs>
          <w:tab w:val="left" w:pos="540"/>
          <w:tab w:val="left" w:pos="1134"/>
          <w:tab w:val="left" w:pos="2410"/>
        </w:tabs>
        <w:spacing w:before="20" w:after="20"/>
        <w:ind w:left="851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0F6FC9">
        <w:rPr>
          <w:b/>
          <w:bCs/>
          <w:spacing w:val="-8"/>
          <w:sz w:val="24"/>
          <w:szCs w:val="24"/>
        </w:rPr>
        <w:t>zadanie Nr 1</w:t>
      </w:r>
      <w:r w:rsidRPr="000F6FC9">
        <w:rPr>
          <w:spacing w:val="-8"/>
          <w:sz w:val="24"/>
          <w:szCs w:val="24"/>
        </w:rPr>
        <w:t xml:space="preserve"> pn.: „dekoracja na Starym Rynku</w:t>
      </w:r>
      <w:r>
        <w:rPr>
          <w:spacing w:val="-8"/>
          <w:sz w:val="24"/>
          <w:szCs w:val="24"/>
        </w:rPr>
        <w:t>, Placu Teatralnym oraz ulicy Mostowej</w:t>
      </w:r>
      <w:r w:rsidRPr="000F6FC9">
        <w:rPr>
          <w:spacing w:val="-8"/>
          <w:sz w:val="24"/>
          <w:szCs w:val="24"/>
        </w:rPr>
        <w:t xml:space="preserve">” </w:t>
      </w:r>
      <w:r>
        <w:rPr>
          <w:spacing w:val="-8"/>
          <w:sz w:val="24"/>
          <w:szCs w:val="24"/>
        </w:rPr>
        <w:t>w</w:t>
      </w:r>
      <w:r w:rsidRPr="000F6FC9">
        <w:rPr>
          <w:spacing w:val="-8"/>
          <w:sz w:val="24"/>
          <w:szCs w:val="24"/>
        </w:rPr>
        <w:t xml:space="preserve">raz </w:t>
      </w:r>
      <w:r>
        <w:rPr>
          <w:spacing w:val="-8"/>
          <w:sz w:val="24"/>
          <w:szCs w:val="24"/>
        </w:rPr>
        <w:t xml:space="preserve">z </w:t>
      </w:r>
      <w:r w:rsidRPr="000F6FC9">
        <w:rPr>
          <w:spacing w:val="-8"/>
          <w:sz w:val="24"/>
          <w:szCs w:val="24"/>
        </w:rPr>
        <w:t>„montaż</w:t>
      </w:r>
      <w:r>
        <w:rPr>
          <w:spacing w:val="-8"/>
          <w:sz w:val="24"/>
          <w:szCs w:val="24"/>
        </w:rPr>
        <w:t>em</w:t>
      </w:r>
      <w:r w:rsidRPr="000F6FC9">
        <w:rPr>
          <w:spacing w:val="-8"/>
          <w:sz w:val="24"/>
          <w:szCs w:val="24"/>
        </w:rPr>
        <w:t xml:space="preserve"> i demontaż</w:t>
      </w:r>
      <w:r>
        <w:rPr>
          <w:spacing w:val="-8"/>
          <w:sz w:val="24"/>
          <w:szCs w:val="24"/>
        </w:rPr>
        <w:t>em</w:t>
      </w:r>
      <w:r w:rsidRPr="000F6FC9">
        <w:rPr>
          <w:spacing w:val="-8"/>
          <w:sz w:val="24"/>
          <w:szCs w:val="24"/>
        </w:rPr>
        <w:t xml:space="preserve"> projektorów”,</w:t>
      </w:r>
    </w:p>
    <w:p w:rsidR="00D444CF" w:rsidRDefault="00D444CF" w:rsidP="008D5DC2">
      <w:pPr>
        <w:tabs>
          <w:tab w:val="left" w:pos="993"/>
          <w:tab w:val="left" w:pos="1134"/>
          <w:tab w:val="left" w:pos="2694"/>
        </w:tabs>
        <w:spacing w:before="20" w:after="20"/>
        <w:ind w:left="2835" w:hanging="19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zadanie Nr 2</w:t>
      </w:r>
      <w:r>
        <w:rPr>
          <w:sz w:val="24"/>
          <w:szCs w:val="24"/>
        </w:rPr>
        <w:t xml:space="preserve"> pn.: „dekoracja słupów oświetleniowych”,</w:t>
      </w:r>
      <w:r>
        <w:rPr>
          <w:b/>
          <w:bCs/>
          <w:sz w:val="24"/>
          <w:szCs w:val="24"/>
        </w:rPr>
        <w:t xml:space="preserve"> </w:t>
      </w:r>
    </w:p>
    <w:p w:rsidR="00D444CF" w:rsidRPr="00353F90" w:rsidRDefault="00D444CF" w:rsidP="00C74FCF">
      <w:pPr>
        <w:tabs>
          <w:tab w:val="left" w:pos="993"/>
          <w:tab w:val="left" w:pos="1134"/>
          <w:tab w:val="left" w:pos="2410"/>
        </w:tabs>
        <w:spacing w:before="20" w:after="20"/>
        <w:ind w:left="2410" w:hanging="155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zadanie Nr 3 </w:t>
      </w:r>
      <w:r>
        <w:rPr>
          <w:sz w:val="24"/>
          <w:szCs w:val="24"/>
        </w:rPr>
        <w:t xml:space="preserve">pn.: „dekoracja drzew oraz słupów oświetleniowych”,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44CF" w:rsidRDefault="00D444CF" w:rsidP="009355A8">
      <w:pPr>
        <w:numPr>
          <w:ilvl w:val="0"/>
          <w:numId w:val="1"/>
        </w:numPr>
        <w:tabs>
          <w:tab w:val="left" w:pos="-9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zadania Nr 1 pn.: </w:t>
      </w:r>
      <w:r>
        <w:rPr>
          <w:b/>
          <w:bCs/>
          <w:sz w:val="24"/>
          <w:szCs w:val="24"/>
        </w:rPr>
        <w:t xml:space="preserve">„dekoracja na Starym Rynku, Placu Teatralnym oraz ulicy Mostowej” </w:t>
      </w:r>
      <w:r w:rsidRPr="00692DC9">
        <w:rPr>
          <w:sz w:val="24"/>
          <w:szCs w:val="24"/>
        </w:rPr>
        <w:t>do wykonania jest następujący zakres czynności</w:t>
      </w:r>
      <w:r>
        <w:rPr>
          <w:sz w:val="24"/>
          <w:szCs w:val="24"/>
        </w:rPr>
        <w:t>:</w:t>
      </w:r>
    </w:p>
    <w:p w:rsidR="00D444CF" w:rsidRDefault="00D444CF" w:rsidP="009355A8">
      <w:pPr>
        <w:numPr>
          <w:ilvl w:val="0"/>
          <w:numId w:val="33"/>
        </w:numPr>
        <w:tabs>
          <w:tab w:val="clear" w:pos="720"/>
          <w:tab w:val="num" w:pos="-1620"/>
          <w:tab w:val="left" w:pos="-90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dekoracja na Placu Teatralnym:</w:t>
      </w:r>
    </w:p>
    <w:p w:rsidR="00D444CF" w:rsidRDefault="00D444CF" w:rsidP="008D5DC2">
      <w:pPr>
        <w:ind w:left="1276"/>
        <w:jc w:val="both"/>
        <w:rPr>
          <w:sz w:val="24"/>
          <w:szCs w:val="24"/>
        </w:rPr>
      </w:pPr>
      <w:r w:rsidRPr="00BE5ABC">
        <w:rPr>
          <w:sz w:val="24"/>
          <w:szCs w:val="24"/>
        </w:rPr>
        <w:t xml:space="preserve">a) </w:t>
      </w:r>
      <w:r>
        <w:rPr>
          <w:sz w:val="24"/>
          <w:szCs w:val="24"/>
        </w:rPr>
        <w:t>instalowanie rozdzielnic - 2</w:t>
      </w:r>
      <w:r w:rsidRPr="00BE5ABC">
        <w:rPr>
          <w:sz w:val="24"/>
          <w:szCs w:val="24"/>
        </w:rPr>
        <w:t xml:space="preserve"> </w:t>
      </w:r>
      <w:r>
        <w:rPr>
          <w:sz w:val="24"/>
          <w:szCs w:val="24"/>
        </w:rPr>
        <w:t>szt.</w:t>
      </w:r>
      <w:r w:rsidRPr="00BE5ABC">
        <w:rPr>
          <w:sz w:val="24"/>
          <w:szCs w:val="24"/>
        </w:rPr>
        <w:t>,</w:t>
      </w:r>
    </w:p>
    <w:p w:rsidR="00D444CF" w:rsidRPr="009355A8" w:rsidRDefault="00D444CF" w:rsidP="009355A8">
      <w:pPr>
        <w:ind w:left="1080" w:hanging="360"/>
        <w:jc w:val="both"/>
        <w:rPr>
          <w:sz w:val="24"/>
          <w:szCs w:val="24"/>
        </w:rPr>
      </w:pPr>
      <w:r w:rsidRPr="009355A8"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 w:rsidRPr="009355A8">
        <w:rPr>
          <w:sz w:val="24"/>
          <w:szCs w:val="24"/>
        </w:rPr>
        <w:t>2szt. aniołów - montaż ich przed Ratuszem</w:t>
      </w:r>
    </w:p>
    <w:p w:rsidR="00D444CF" w:rsidRDefault="00D444CF" w:rsidP="009355A8">
      <w:pPr>
        <w:pStyle w:val="ListParagraph"/>
        <w:numPr>
          <w:ilvl w:val="0"/>
          <w:numId w:val="1"/>
        </w:numPr>
        <w:tabs>
          <w:tab w:val="left" w:pos="-90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Gracji na Placu Teatralnym.</w:t>
      </w:r>
    </w:p>
    <w:p w:rsidR="00D444CF" w:rsidRDefault="00D444CF" w:rsidP="009355A8">
      <w:pPr>
        <w:pStyle w:val="ListParagraph"/>
        <w:numPr>
          <w:ilvl w:val="0"/>
          <w:numId w:val="1"/>
        </w:numPr>
        <w:tabs>
          <w:tab w:val="num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Para: dama i dżentelmen 2szt. na Starym Rynku i ulicy Mostowej. </w:t>
      </w:r>
    </w:p>
    <w:p w:rsidR="00D444CF" w:rsidRPr="00C74FCF" w:rsidRDefault="00D444CF" w:rsidP="009355A8">
      <w:pPr>
        <w:pStyle w:val="ListParagraph"/>
        <w:numPr>
          <w:ilvl w:val="0"/>
          <w:numId w:val="1"/>
        </w:numPr>
        <w:tabs>
          <w:tab w:val="num" w:pos="-540"/>
        </w:tabs>
        <w:ind w:left="1080"/>
        <w:jc w:val="both"/>
        <w:rPr>
          <w:spacing w:val="-20"/>
          <w:sz w:val="24"/>
          <w:szCs w:val="24"/>
        </w:rPr>
      </w:pPr>
      <w:r w:rsidRPr="00C74FCF">
        <w:rPr>
          <w:spacing w:val="-20"/>
          <w:sz w:val="24"/>
          <w:szCs w:val="24"/>
        </w:rPr>
        <w:t>montaż: postać dżentelmena lub damy 4szt. (po dwie do pary) na Starym Rynku i ulicy Mostowej.</w:t>
      </w:r>
    </w:p>
    <w:p w:rsidR="00D444CF" w:rsidRDefault="00D444CF" w:rsidP="009355A8">
      <w:pPr>
        <w:pStyle w:val="ListParagraph"/>
        <w:numPr>
          <w:ilvl w:val="0"/>
          <w:numId w:val="1"/>
        </w:numPr>
        <w:tabs>
          <w:tab w:val="num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2szt. – Brama wisząca na ulicy Batorego i Dworcowej.</w:t>
      </w:r>
    </w:p>
    <w:p w:rsidR="00D444CF" w:rsidRDefault="00D444CF" w:rsidP="009355A8">
      <w:pPr>
        <w:pStyle w:val="ListParagraph"/>
        <w:numPr>
          <w:ilvl w:val="0"/>
          <w:numId w:val="1"/>
        </w:numPr>
        <w:tabs>
          <w:tab w:val="left" w:pos="-720"/>
          <w:tab w:val="num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1szt. zespołu prezentów pod choinkę na Placu Teatralnym.</w:t>
      </w:r>
    </w:p>
    <w:p w:rsidR="00D444CF" w:rsidRDefault="00D444CF" w:rsidP="009355A8">
      <w:pPr>
        <w:pStyle w:val="ListParagraph"/>
        <w:numPr>
          <w:ilvl w:val="0"/>
          <w:numId w:val="1"/>
        </w:numPr>
        <w:tabs>
          <w:tab w:val="num" w:pos="-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2szt. bram wolnostojących na Starym Rynku i ulicy Mostowej.</w:t>
      </w:r>
    </w:p>
    <w:p w:rsidR="00D444CF" w:rsidRDefault="00D444CF" w:rsidP="00BD3368">
      <w:pPr>
        <w:pStyle w:val="ListParagraph"/>
        <w:numPr>
          <w:ilvl w:val="0"/>
          <w:numId w:val="1"/>
        </w:numPr>
        <w:tabs>
          <w:tab w:val="num" w:pos="-1080"/>
          <w:tab w:val="left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12szt. elementów latarniowych na Starym Rynku.</w:t>
      </w:r>
    </w:p>
    <w:p w:rsidR="00D444CF" w:rsidRDefault="00D444CF" w:rsidP="00BD3368">
      <w:pPr>
        <w:pStyle w:val="ListParagraph"/>
        <w:numPr>
          <w:ilvl w:val="0"/>
          <w:numId w:val="1"/>
        </w:numPr>
        <w:tabs>
          <w:tab w:val="num" w:pos="-1080"/>
          <w:tab w:val="left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Zakup i montaż elementów:</w:t>
      </w:r>
    </w:p>
    <w:p w:rsidR="00D444CF" w:rsidRDefault="00D444CF" w:rsidP="006E5F5A">
      <w:pPr>
        <w:pStyle w:val="ListParagraph"/>
        <w:numPr>
          <w:ilvl w:val="0"/>
          <w:numId w:val="38"/>
        </w:numPr>
        <w:tabs>
          <w:tab w:val="left" w:pos="-540"/>
        </w:tabs>
        <w:jc w:val="both"/>
        <w:rPr>
          <w:sz w:val="24"/>
          <w:szCs w:val="24"/>
        </w:rPr>
      </w:pPr>
      <w:r>
        <w:rPr>
          <w:sz w:val="24"/>
          <w:szCs w:val="24"/>
        </w:rPr>
        <w:t>Element LED w formie przewieszki nadulicznej. Wymiary: 600x170cm. Ilość punktów LED: 3000, moc 170W – szt 8</w:t>
      </w:r>
    </w:p>
    <w:p w:rsidR="00D444CF" w:rsidRDefault="00D444CF" w:rsidP="006E5F5A">
      <w:pPr>
        <w:pStyle w:val="ListParagraph"/>
        <w:numPr>
          <w:ilvl w:val="0"/>
          <w:numId w:val="38"/>
        </w:numPr>
        <w:tabs>
          <w:tab w:val="left" w:pos="-540"/>
        </w:tabs>
        <w:jc w:val="both"/>
        <w:rPr>
          <w:sz w:val="24"/>
          <w:szCs w:val="24"/>
        </w:rPr>
      </w:pPr>
      <w:r>
        <w:rPr>
          <w:sz w:val="24"/>
          <w:szCs w:val="24"/>
        </w:rPr>
        <w:t>Element LED w formie wolnostojącej bramy. Wymiary: 480x380cm, ilość punktów LED: 2500, moc 220W – szt 1</w:t>
      </w:r>
    </w:p>
    <w:p w:rsidR="00D444CF" w:rsidRDefault="00D444CF" w:rsidP="006E5F5A">
      <w:pPr>
        <w:pStyle w:val="ListParagraph"/>
        <w:numPr>
          <w:ilvl w:val="0"/>
          <w:numId w:val="38"/>
        </w:numPr>
        <w:tabs>
          <w:tab w:val="left" w:pos="-540"/>
        </w:tabs>
        <w:jc w:val="both"/>
        <w:rPr>
          <w:sz w:val="24"/>
          <w:szCs w:val="24"/>
        </w:rPr>
      </w:pPr>
      <w:r>
        <w:rPr>
          <w:sz w:val="24"/>
          <w:szCs w:val="24"/>
        </w:rPr>
        <w:t>Element LED w formie wolnostojącej bramy z centralnie umieszczonym rzeźbionym napisem „JARMARK ŚWIĄTECZNY”, wykonanym z utwardzonego, lakierowanego styroduru. Plansza o grubości 20cm owinięta girlandą z oświetleniem LED w kolorze białym ciepłym. Wymiary: 500x400cm – szt.2</w:t>
      </w:r>
      <w:bookmarkStart w:id="0" w:name="_GoBack"/>
      <w:bookmarkEnd w:id="0"/>
    </w:p>
    <w:p w:rsidR="00D444CF" w:rsidRPr="00BD3368" w:rsidRDefault="00D444CF" w:rsidP="00BD3368">
      <w:pPr>
        <w:pStyle w:val="ListParagraph"/>
        <w:numPr>
          <w:ilvl w:val="0"/>
          <w:numId w:val="1"/>
        </w:numPr>
        <w:tabs>
          <w:tab w:val="num" w:pos="-1080"/>
          <w:tab w:val="left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Pr="00437980">
        <w:rPr>
          <w:sz w:val="24"/>
          <w:szCs w:val="24"/>
        </w:rPr>
        <w:t xml:space="preserve">ontaż karety z reniferem na </w:t>
      </w:r>
      <w:r>
        <w:rPr>
          <w:sz w:val="24"/>
          <w:szCs w:val="24"/>
        </w:rPr>
        <w:t>Placu Teatralnym.</w:t>
      </w:r>
      <w:r w:rsidRPr="00BD3368">
        <w:rPr>
          <w:spacing w:val="-6"/>
          <w:sz w:val="24"/>
          <w:szCs w:val="24"/>
        </w:rPr>
        <w:t xml:space="preserve"> </w:t>
      </w:r>
    </w:p>
    <w:p w:rsidR="00D444CF" w:rsidRPr="00D869C4" w:rsidRDefault="00D444CF" w:rsidP="00BD3368">
      <w:pPr>
        <w:pStyle w:val="ListParagraph"/>
        <w:numPr>
          <w:ilvl w:val="0"/>
          <w:numId w:val="1"/>
        </w:numPr>
        <w:tabs>
          <w:tab w:val="left" w:pos="-360"/>
        </w:tabs>
        <w:ind w:left="1080" w:hanging="35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W ramach prac pn.: </w:t>
      </w:r>
      <w:r>
        <w:rPr>
          <w:b/>
          <w:bCs/>
          <w:spacing w:val="-6"/>
          <w:sz w:val="24"/>
          <w:szCs w:val="24"/>
        </w:rPr>
        <w:t>„</w:t>
      </w:r>
      <w:r w:rsidRPr="00D869C4">
        <w:rPr>
          <w:b/>
          <w:bCs/>
          <w:spacing w:val="-6"/>
          <w:sz w:val="24"/>
          <w:szCs w:val="24"/>
        </w:rPr>
        <w:t>montaż i demontaż projektorów</w:t>
      </w:r>
      <w:r>
        <w:rPr>
          <w:b/>
          <w:bCs/>
          <w:spacing w:val="-6"/>
          <w:sz w:val="24"/>
          <w:szCs w:val="24"/>
        </w:rPr>
        <w:t>”</w:t>
      </w:r>
      <w:r>
        <w:rPr>
          <w:sz w:val="24"/>
          <w:szCs w:val="24"/>
        </w:rPr>
        <w:t xml:space="preserve"> do wykonania jest następujący zakres czynności:</w:t>
      </w:r>
    </w:p>
    <w:p w:rsidR="00D444CF" w:rsidRDefault="00D444CF" w:rsidP="00BD3368">
      <w:pPr>
        <w:pStyle w:val="ListParagraph"/>
        <w:numPr>
          <w:ilvl w:val="0"/>
          <w:numId w:val="36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dekoracja budynku Ratusza:</w:t>
      </w:r>
    </w:p>
    <w:p w:rsidR="00D444CF" w:rsidRDefault="00D444CF" w:rsidP="00BD3368">
      <w:pPr>
        <w:pStyle w:val="ListParagraph"/>
        <w:tabs>
          <w:tab w:val="left" w:pos="851"/>
        </w:tabs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- 6 projektorów, każdy o mocy co najmniej 1500W, </w:t>
      </w:r>
      <w:r w:rsidRPr="00C03B59">
        <w:rPr>
          <w:sz w:val="24"/>
          <w:szCs w:val="24"/>
        </w:rPr>
        <w:t>z optyką dobraną do warunków projekcji, źródłem obrazu są filtry dichtroniczne typu GOBO</w:t>
      </w:r>
    </w:p>
    <w:p w:rsidR="00D444CF" w:rsidRDefault="00D444CF" w:rsidP="00BD3368">
      <w:pPr>
        <w:pStyle w:val="ListParagraph"/>
        <w:tabs>
          <w:tab w:val="left" w:pos="851"/>
        </w:tabs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montaż systemu </w:t>
      </w:r>
      <w:r w:rsidRPr="00C03B59">
        <w:rPr>
          <w:sz w:val="24"/>
          <w:szCs w:val="24"/>
        </w:rPr>
        <w:t xml:space="preserve">naświetlaczy do projekcji ruchomych obrazów </w:t>
      </w:r>
      <w:r>
        <w:rPr>
          <w:sz w:val="24"/>
          <w:szCs w:val="24"/>
        </w:rPr>
        <w:br/>
      </w:r>
      <w:r w:rsidRPr="00C03B59">
        <w:rPr>
          <w:sz w:val="24"/>
          <w:szCs w:val="24"/>
        </w:rPr>
        <w:t>o tematyce świątecznej w kolorze lawendowym/magenta z elementami śnieżynek i gwiazdek na elewacji frontowej Ratusza</w:t>
      </w:r>
      <w:r>
        <w:rPr>
          <w:sz w:val="24"/>
          <w:szCs w:val="24"/>
        </w:rPr>
        <w:t xml:space="preserve"> - </w:t>
      </w:r>
      <w:r w:rsidRPr="00AE3E95">
        <w:rPr>
          <w:sz w:val="24"/>
          <w:szCs w:val="24"/>
        </w:rPr>
        <w:t>5 projektorów</w:t>
      </w:r>
    </w:p>
    <w:p w:rsidR="00D444CF" w:rsidRDefault="00D444CF" w:rsidP="00BD3368">
      <w:pPr>
        <w:pStyle w:val="ListParagraph"/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-  szósty projektor montaż ulica Parkowa</w:t>
      </w:r>
    </w:p>
    <w:p w:rsidR="00D444CF" w:rsidRDefault="00D444CF" w:rsidP="00BD3368">
      <w:pPr>
        <w:pStyle w:val="ListParagraph"/>
        <w:numPr>
          <w:ilvl w:val="0"/>
          <w:numId w:val="36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dekoracja budynku Ratusza i ulicy Parkowej:</w:t>
      </w:r>
    </w:p>
    <w:p w:rsidR="00D444CF" w:rsidRDefault="00D444CF" w:rsidP="00BD3368">
      <w:pPr>
        <w:pStyle w:val="ListParagraph"/>
        <w:tabs>
          <w:tab w:val="left" w:pos="851"/>
        </w:tabs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- 6 projektorów, każdy o mocy co najmniej 1500W, </w:t>
      </w:r>
      <w:r w:rsidRPr="00C03B59">
        <w:rPr>
          <w:sz w:val="24"/>
          <w:szCs w:val="24"/>
        </w:rPr>
        <w:t>z optyką dobraną do warunków projekcji, źródłem obrazu są filtry dichtroniczne typu GOBO</w:t>
      </w:r>
    </w:p>
    <w:p w:rsidR="00D444CF" w:rsidRDefault="00D444CF" w:rsidP="00BD3368">
      <w:pPr>
        <w:pStyle w:val="ListParagraph"/>
        <w:tabs>
          <w:tab w:val="left" w:pos="-360"/>
        </w:tabs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montaż systemu </w:t>
      </w:r>
      <w:r w:rsidRPr="00C03B59">
        <w:rPr>
          <w:sz w:val="24"/>
          <w:szCs w:val="24"/>
        </w:rPr>
        <w:t xml:space="preserve">naświetlaczy do projekcji ruchomych obrazów </w:t>
      </w:r>
      <w:r>
        <w:rPr>
          <w:sz w:val="24"/>
          <w:szCs w:val="24"/>
        </w:rPr>
        <w:br/>
      </w:r>
      <w:r w:rsidRPr="00C03B59">
        <w:rPr>
          <w:sz w:val="24"/>
          <w:szCs w:val="24"/>
        </w:rPr>
        <w:t xml:space="preserve">o tematyce świątecznej w kolorze </w:t>
      </w:r>
      <w:r w:rsidRPr="00A305DE">
        <w:rPr>
          <w:sz w:val="24"/>
          <w:szCs w:val="24"/>
        </w:rPr>
        <w:t>niebieskim/cyjanowym</w:t>
      </w:r>
      <w:r w:rsidRPr="00C03B59">
        <w:rPr>
          <w:sz w:val="24"/>
          <w:szCs w:val="24"/>
        </w:rPr>
        <w:t xml:space="preserve"> z elementami śnieżynek i gwiazdek na elewacji frontowej </w:t>
      </w:r>
      <w:r>
        <w:rPr>
          <w:sz w:val="24"/>
          <w:szCs w:val="24"/>
        </w:rPr>
        <w:t>Ratusza, p</w:t>
      </w:r>
      <w:r w:rsidRPr="00AE3E95">
        <w:rPr>
          <w:sz w:val="24"/>
          <w:szCs w:val="24"/>
        </w:rPr>
        <w:t xml:space="preserve">rojekcja musi być wykonana przy pomocy co najmniej </w:t>
      </w:r>
      <w:r>
        <w:rPr>
          <w:sz w:val="24"/>
          <w:szCs w:val="24"/>
        </w:rPr>
        <w:t>2</w:t>
      </w:r>
      <w:r w:rsidRPr="00AE3E95">
        <w:rPr>
          <w:sz w:val="24"/>
          <w:szCs w:val="24"/>
        </w:rPr>
        <w:t xml:space="preserve"> projektorów</w:t>
      </w:r>
    </w:p>
    <w:p w:rsidR="00D444CF" w:rsidRPr="00BD3368" w:rsidRDefault="00D444CF" w:rsidP="00BD3368">
      <w:pPr>
        <w:pStyle w:val="ListParagraph"/>
        <w:tabs>
          <w:tab w:val="left" w:pos="-900"/>
        </w:tabs>
        <w:ind w:left="10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</w:t>
      </w:r>
      <w:r w:rsidRPr="00BD3368">
        <w:rPr>
          <w:b/>
          <w:sz w:val="24"/>
          <w:szCs w:val="24"/>
        </w:rPr>
        <w:t>ykonawca zobowiązuje się zamontować p</w:t>
      </w:r>
      <w:r>
        <w:rPr>
          <w:b/>
          <w:sz w:val="24"/>
          <w:szCs w:val="24"/>
        </w:rPr>
        <w:t xml:space="preserve">rojektory nie później niż do </w:t>
      </w:r>
      <w:r>
        <w:rPr>
          <w:b/>
          <w:sz w:val="24"/>
          <w:szCs w:val="24"/>
        </w:rPr>
        <w:br/>
        <w:t>05</w:t>
      </w:r>
      <w:r w:rsidRPr="00BD3368">
        <w:rPr>
          <w:b/>
          <w:sz w:val="24"/>
          <w:szCs w:val="24"/>
        </w:rPr>
        <w:t>-12-201</w:t>
      </w:r>
      <w:r>
        <w:rPr>
          <w:b/>
          <w:sz w:val="24"/>
          <w:szCs w:val="24"/>
        </w:rPr>
        <w:t>8</w:t>
      </w:r>
    </w:p>
    <w:p w:rsidR="00D444CF" w:rsidRPr="008935BD" w:rsidRDefault="00D444CF" w:rsidP="008935BD">
      <w:pPr>
        <w:pStyle w:val="ListParagraph"/>
        <w:tabs>
          <w:tab w:val="left" w:pos="-540"/>
        </w:tabs>
        <w:ind w:left="10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BD3368">
        <w:rPr>
          <w:b/>
          <w:sz w:val="24"/>
          <w:szCs w:val="24"/>
        </w:rPr>
        <w:t>emontaż systemu naświetlaczy do 30-01-201</w:t>
      </w:r>
      <w:r>
        <w:rPr>
          <w:b/>
          <w:sz w:val="24"/>
          <w:szCs w:val="24"/>
        </w:rPr>
        <w:t>9.</w:t>
      </w:r>
    </w:p>
    <w:p w:rsidR="00D444CF" w:rsidRDefault="00D444CF" w:rsidP="009F79C6">
      <w:pPr>
        <w:numPr>
          <w:ilvl w:val="0"/>
          <w:numId w:val="30"/>
        </w:numPr>
        <w:tabs>
          <w:tab w:val="left" w:pos="54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W ramach zadania Nr 2 pn.: </w:t>
      </w:r>
      <w:r>
        <w:rPr>
          <w:b/>
          <w:bCs/>
          <w:sz w:val="24"/>
          <w:szCs w:val="24"/>
        </w:rPr>
        <w:t xml:space="preserve">„zasilanie słupów oświetleniowych” </w:t>
      </w:r>
      <w:r w:rsidRPr="008D5DC2">
        <w:rPr>
          <w:sz w:val="24"/>
          <w:szCs w:val="24"/>
        </w:rPr>
        <w:t>do wykonania jest następujący zakres czynności:</w:t>
      </w:r>
    </w:p>
    <w:p w:rsidR="00D444CF" w:rsidRPr="008D5DC2" w:rsidRDefault="00D444CF" w:rsidP="009355A8">
      <w:pPr>
        <w:pStyle w:val="ListParagraph"/>
        <w:numPr>
          <w:ilvl w:val="0"/>
          <w:numId w:val="3"/>
        </w:numPr>
        <w:spacing w:before="40" w:after="40"/>
        <w:ind w:left="1080"/>
        <w:jc w:val="both"/>
        <w:rPr>
          <w:b/>
          <w:bCs/>
          <w:sz w:val="24"/>
          <w:szCs w:val="24"/>
        </w:rPr>
      </w:pPr>
      <w:r w:rsidRPr="008D5DC2">
        <w:rPr>
          <w:spacing w:val="-2"/>
          <w:sz w:val="24"/>
          <w:szCs w:val="24"/>
        </w:rPr>
        <w:t xml:space="preserve">dekoracja słupów oświetleniowych w </w:t>
      </w:r>
      <w:r w:rsidRPr="008D5DC2">
        <w:rPr>
          <w:sz w:val="24"/>
          <w:szCs w:val="24"/>
        </w:rPr>
        <w:t xml:space="preserve">ul. M. Focha na odcinku od ul. Gdańskiej do mostów Solidarności: </w:t>
      </w:r>
    </w:p>
    <w:p w:rsidR="00D444CF" w:rsidRPr="009355A8" w:rsidRDefault="00D444CF" w:rsidP="009355A8">
      <w:pPr>
        <w:pStyle w:val="ListParagraph"/>
        <w:numPr>
          <w:ilvl w:val="0"/>
          <w:numId w:val="4"/>
        </w:numPr>
        <w:tabs>
          <w:tab w:val="left" w:pos="-1080"/>
        </w:tabs>
        <w:ind w:left="1260" w:hanging="90"/>
        <w:jc w:val="both"/>
        <w:rPr>
          <w:spacing w:val="-12"/>
          <w:sz w:val="24"/>
          <w:szCs w:val="24"/>
        </w:rPr>
      </w:pPr>
      <w:r w:rsidRPr="009355A8">
        <w:rPr>
          <w:spacing w:val="-12"/>
          <w:sz w:val="24"/>
          <w:szCs w:val="24"/>
        </w:rPr>
        <w:t>montaż na słupach oświetleniowych elementów iluminacji świątecznej - 28 szt</w:t>
      </w:r>
    </w:p>
    <w:p w:rsidR="00D444CF" w:rsidRDefault="00D444CF" w:rsidP="009355A8">
      <w:pPr>
        <w:pStyle w:val="ListParagraph"/>
        <w:numPr>
          <w:ilvl w:val="0"/>
          <w:numId w:val="5"/>
        </w:numPr>
        <w:tabs>
          <w:tab w:val="left" w:pos="-1440"/>
        </w:tabs>
        <w:ind w:left="108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dekoracja słupów oświetleniowych na Wełnianym Rynku</w:t>
      </w:r>
      <w:r>
        <w:rPr>
          <w:sz w:val="24"/>
          <w:szCs w:val="24"/>
        </w:rPr>
        <w:t>:</w:t>
      </w:r>
    </w:p>
    <w:p w:rsidR="00D444CF" w:rsidRPr="009355A8" w:rsidRDefault="00D444CF" w:rsidP="009355A8">
      <w:pPr>
        <w:pStyle w:val="ListParagraph"/>
        <w:numPr>
          <w:ilvl w:val="0"/>
          <w:numId w:val="6"/>
        </w:numPr>
        <w:tabs>
          <w:tab w:val="left" w:pos="-540"/>
        </w:tabs>
        <w:ind w:left="1440"/>
        <w:jc w:val="both"/>
        <w:rPr>
          <w:spacing w:val="-12"/>
          <w:sz w:val="24"/>
          <w:szCs w:val="24"/>
        </w:rPr>
      </w:pPr>
      <w:r w:rsidRPr="009355A8">
        <w:rPr>
          <w:spacing w:val="-12"/>
          <w:sz w:val="24"/>
          <w:szCs w:val="24"/>
        </w:rPr>
        <w:t>instalowanie na słupach oświetleniowych elementów iluminacji świątecznej - 8 szt.,</w:t>
      </w:r>
    </w:p>
    <w:p w:rsidR="00D444CF" w:rsidRPr="001A7459" w:rsidRDefault="00D444CF" w:rsidP="009355A8">
      <w:pPr>
        <w:pStyle w:val="ListParagraph"/>
        <w:numPr>
          <w:ilvl w:val="0"/>
          <w:numId w:val="7"/>
        </w:numPr>
        <w:ind w:left="1080"/>
        <w:jc w:val="both"/>
        <w:rPr>
          <w:b/>
          <w:bCs/>
          <w:sz w:val="24"/>
          <w:szCs w:val="24"/>
        </w:rPr>
      </w:pPr>
      <w:r>
        <w:rPr>
          <w:spacing w:val="-2"/>
          <w:sz w:val="24"/>
          <w:szCs w:val="24"/>
        </w:rPr>
        <w:t>dekoracja słupów oświetleniowych na ulicy Dworcowej</w:t>
      </w:r>
      <w:r>
        <w:rPr>
          <w:sz w:val="24"/>
          <w:szCs w:val="24"/>
        </w:rPr>
        <w:t>:</w:t>
      </w:r>
    </w:p>
    <w:p w:rsidR="00D444CF" w:rsidRPr="009355A8" w:rsidRDefault="00D444CF" w:rsidP="009355A8">
      <w:pPr>
        <w:pStyle w:val="ListParagraph"/>
        <w:numPr>
          <w:ilvl w:val="0"/>
          <w:numId w:val="8"/>
        </w:numPr>
        <w:ind w:left="1440"/>
        <w:jc w:val="both"/>
        <w:rPr>
          <w:b/>
          <w:bCs/>
          <w:spacing w:val="-10"/>
          <w:sz w:val="24"/>
          <w:szCs w:val="24"/>
        </w:rPr>
      </w:pPr>
      <w:r w:rsidRPr="009355A8">
        <w:rPr>
          <w:spacing w:val="-10"/>
          <w:sz w:val="24"/>
          <w:szCs w:val="24"/>
        </w:rPr>
        <w:t>instalowanie na słupach oświetleniowych elementów iluminacji świątecznej - 37 szt.,</w:t>
      </w:r>
    </w:p>
    <w:p w:rsidR="00D444CF" w:rsidRPr="001A7459" w:rsidRDefault="00D444CF" w:rsidP="009355A8">
      <w:pPr>
        <w:pStyle w:val="ListParagraph"/>
        <w:numPr>
          <w:ilvl w:val="0"/>
          <w:numId w:val="9"/>
        </w:numPr>
        <w:tabs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2"/>
          <w:sz w:val="24"/>
          <w:szCs w:val="24"/>
        </w:rPr>
        <w:t>dekoracja słupów oświetleniowych na Wyspie Młyńskiej</w:t>
      </w:r>
      <w:r>
        <w:rPr>
          <w:sz w:val="24"/>
          <w:szCs w:val="24"/>
        </w:rPr>
        <w:t>:</w:t>
      </w:r>
    </w:p>
    <w:p w:rsidR="00D444CF" w:rsidRPr="009355A8" w:rsidRDefault="00D444CF" w:rsidP="009355A8">
      <w:pPr>
        <w:pStyle w:val="ListParagraph"/>
        <w:numPr>
          <w:ilvl w:val="0"/>
          <w:numId w:val="10"/>
        </w:numPr>
        <w:ind w:left="1440"/>
        <w:jc w:val="both"/>
        <w:rPr>
          <w:b/>
          <w:bCs/>
          <w:spacing w:val="-10"/>
          <w:sz w:val="24"/>
          <w:szCs w:val="24"/>
        </w:rPr>
      </w:pPr>
      <w:r w:rsidRPr="009355A8">
        <w:rPr>
          <w:spacing w:val="-10"/>
          <w:sz w:val="24"/>
          <w:szCs w:val="24"/>
        </w:rPr>
        <w:t>instalowanie na słupach oświetleniowych elementów iluminacji świątecznej - 23 szt.,</w:t>
      </w:r>
    </w:p>
    <w:p w:rsidR="00D444CF" w:rsidRPr="007D5BFC" w:rsidRDefault="00D444CF" w:rsidP="009355A8">
      <w:pPr>
        <w:pStyle w:val="ListParagraph"/>
        <w:numPr>
          <w:ilvl w:val="0"/>
          <w:numId w:val="11"/>
        </w:numPr>
        <w:tabs>
          <w:tab w:val="left" w:pos="-900"/>
        </w:tabs>
        <w:ind w:left="1080"/>
        <w:jc w:val="both"/>
        <w:rPr>
          <w:b/>
          <w:bCs/>
          <w:sz w:val="24"/>
          <w:szCs w:val="24"/>
        </w:rPr>
      </w:pPr>
      <w:r w:rsidRPr="007D5BFC">
        <w:rPr>
          <w:bCs/>
          <w:sz w:val="24"/>
          <w:szCs w:val="24"/>
        </w:rPr>
        <w:t>dekoracja słupów oświetleniowych na ulicy Długiej:</w:t>
      </w:r>
    </w:p>
    <w:p w:rsidR="00D444CF" w:rsidRPr="009355A8" w:rsidRDefault="00D444CF" w:rsidP="009355A8">
      <w:pPr>
        <w:pStyle w:val="ListParagraph"/>
        <w:numPr>
          <w:ilvl w:val="0"/>
          <w:numId w:val="29"/>
        </w:numPr>
        <w:tabs>
          <w:tab w:val="left" w:pos="-720"/>
        </w:tabs>
        <w:ind w:left="1440"/>
        <w:jc w:val="both"/>
        <w:rPr>
          <w:b/>
          <w:bCs/>
          <w:spacing w:val="-10"/>
          <w:sz w:val="24"/>
          <w:szCs w:val="24"/>
        </w:rPr>
      </w:pPr>
      <w:r w:rsidRPr="009355A8">
        <w:rPr>
          <w:bCs/>
          <w:spacing w:val="-10"/>
          <w:sz w:val="24"/>
          <w:szCs w:val="24"/>
        </w:rPr>
        <w:t>instalowanie na słupach oświetleniowych elementów iluminacji świątecznej – 26 szt.</w:t>
      </w:r>
    </w:p>
    <w:p w:rsidR="00D444CF" w:rsidRPr="00F84F25" w:rsidRDefault="00D444CF" w:rsidP="009355A8">
      <w:pPr>
        <w:pStyle w:val="ListParagraph"/>
        <w:numPr>
          <w:ilvl w:val="0"/>
          <w:numId w:val="11"/>
        </w:numPr>
        <w:tabs>
          <w:tab w:val="left" w:pos="-900"/>
        </w:tabs>
        <w:ind w:left="1080"/>
        <w:jc w:val="both"/>
        <w:rPr>
          <w:b/>
          <w:bCs/>
          <w:sz w:val="24"/>
          <w:szCs w:val="24"/>
        </w:rPr>
      </w:pPr>
      <w:r w:rsidRPr="007D5BFC">
        <w:rPr>
          <w:bCs/>
          <w:sz w:val="24"/>
          <w:szCs w:val="24"/>
        </w:rPr>
        <w:t xml:space="preserve">dekoracja słupów </w:t>
      </w:r>
      <w:r>
        <w:rPr>
          <w:bCs/>
          <w:sz w:val="24"/>
          <w:szCs w:val="24"/>
        </w:rPr>
        <w:t>oświetleniowych na ulicy Królowej Jadwigi – most.</w:t>
      </w:r>
    </w:p>
    <w:p w:rsidR="00D444CF" w:rsidRPr="009355A8" w:rsidRDefault="00D444CF" w:rsidP="009355A8">
      <w:pPr>
        <w:pStyle w:val="ListParagraph"/>
        <w:numPr>
          <w:ilvl w:val="0"/>
          <w:numId w:val="11"/>
        </w:numPr>
        <w:tabs>
          <w:tab w:val="left" w:pos="-1260"/>
        </w:tabs>
        <w:ind w:left="1080"/>
        <w:jc w:val="both"/>
        <w:rPr>
          <w:b/>
          <w:bCs/>
          <w:spacing w:val="-10"/>
          <w:sz w:val="24"/>
          <w:szCs w:val="24"/>
        </w:rPr>
      </w:pPr>
      <w:r w:rsidRPr="009355A8">
        <w:rPr>
          <w:bCs/>
          <w:spacing w:val="-10"/>
          <w:sz w:val="24"/>
          <w:szCs w:val="24"/>
        </w:rPr>
        <w:t xml:space="preserve">dekoracja słupów na ulicy Wyzwolenia odcinek od Rynku do ul. Pielęgniarskiej – 10szt., </w:t>
      </w:r>
    </w:p>
    <w:p w:rsidR="00D444CF" w:rsidRPr="00F84F25" w:rsidRDefault="00D444CF" w:rsidP="009355A8">
      <w:pPr>
        <w:pStyle w:val="ListParagraph"/>
        <w:numPr>
          <w:ilvl w:val="0"/>
          <w:numId w:val="11"/>
        </w:numPr>
        <w:tabs>
          <w:tab w:val="left" w:pos="-900"/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>Montaż aniołów na moście Staromiejskim ul. Mostowa – 8szt.,</w:t>
      </w:r>
    </w:p>
    <w:p w:rsidR="00D444CF" w:rsidRPr="00437980" w:rsidRDefault="00D444CF" w:rsidP="009355A8">
      <w:pPr>
        <w:pStyle w:val="ListParagraph"/>
        <w:numPr>
          <w:ilvl w:val="0"/>
          <w:numId w:val="11"/>
        </w:numPr>
        <w:tabs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>Montaż aniołów na Rynku w Starym Fordonie -2szt.,</w:t>
      </w:r>
    </w:p>
    <w:p w:rsidR="00D444CF" w:rsidRPr="00437980" w:rsidRDefault="00D444CF" w:rsidP="009355A8">
      <w:pPr>
        <w:pStyle w:val="ListParagraph"/>
        <w:numPr>
          <w:ilvl w:val="0"/>
          <w:numId w:val="11"/>
        </w:numPr>
        <w:tabs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>Montaż fontanny na Wyspie Młyńskiej.</w:t>
      </w:r>
    </w:p>
    <w:p w:rsidR="00D444CF" w:rsidRPr="00B41B89" w:rsidRDefault="00D444CF" w:rsidP="009355A8">
      <w:pPr>
        <w:pStyle w:val="ListParagraph"/>
        <w:numPr>
          <w:ilvl w:val="0"/>
          <w:numId w:val="11"/>
        </w:numPr>
        <w:tabs>
          <w:tab w:val="left" w:pos="-90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>Montaż sani z reniferem na ulicy Al. Mickiewicza.</w:t>
      </w:r>
    </w:p>
    <w:p w:rsidR="00D444CF" w:rsidRPr="00FA04A3" w:rsidRDefault="00D444CF" w:rsidP="009355A8">
      <w:pPr>
        <w:pStyle w:val="ListParagraph"/>
        <w:numPr>
          <w:ilvl w:val="0"/>
          <w:numId w:val="11"/>
        </w:numPr>
        <w:tabs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>Montaż magicznego kwiata  + oświetlenie LED nabrzeża Wyspy Św. Barbary</w:t>
      </w:r>
    </w:p>
    <w:p w:rsidR="00D444CF" w:rsidRPr="00FA04A3" w:rsidRDefault="00D444CF" w:rsidP="009355A8">
      <w:pPr>
        <w:pStyle w:val="ListParagraph"/>
        <w:numPr>
          <w:ilvl w:val="0"/>
          <w:numId w:val="11"/>
        </w:numPr>
        <w:tabs>
          <w:tab w:val="left" w:pos="-144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2"/>
          <w:sz w:val="24"/>
          <w:szCs w:val="24"/>
        </w:rPr>
        <w:t>dekoracja drzewa na Placu na Błoniu</w:t>
      </w:r>
      <w:r>
        <w:rPr>
          <w:sz w:val="24"/>
          <w:szCs w:val="24"/>
        </w:rPr>
        <w:t>:</w:t>
      </w:r>
    </w:p>
    <w:p w:rsidR="00D444CF" w:rsidRPr="00FA04A3" w:rsidRDefault="00D444CF" w:rsidP="009355A8">
      <w:pPr>
        <w:pStyle w:val="ListParagraph"/>
        <w:numPr>
          <w:ilvl w:val="0"/>
          <w:numId w:val="12"/>
        </w:numPr>
        <w:tabs>
          <w:tab w:val="left" w:pos="-1260"/>
        </w:tabs>
        <w:ind w:left="144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instalowanie rozdzielnicy - 1 szt.,</w:t>
      </w:r>
    </w:p>
    <w:p w:rsidR="00D444CF" w:rsidRPr="00FA04A3" w:rsidRDefault="00D444CF" w:rsidP="009355A8">
      <w:pPr>
        <w:pStyle w:val="ListParagraph"/>
        <w:numPr>
          <w:ilvl w:val="0"/>
          <w:numId w:val="12"/>
        </w:numPr>
        <w:tabs>
          <w:tab w:val="left" w:pos="-1260"/>
        </w:tabs>
        <w:ind w:left="144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instalowanie kabla YKY 5x10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- 15m,</w:t>
      </w:r>
    </w:p>
    <w:p w:rsidR="00D444CF" w:rsidRPr="00FA04A3" w:rsidRDefault="00D444CF" w:rsidP="009355A8">
      <w:pPr>
        <w:pStyle w:val="ListParagraph"/>
        <w:numPr>
          <w:ilvl w:val="0"/>
          <w:numId w:val="12"/>
        </w:numPr>
        <w:tabs>
          <w:tab w:val="left" w:pos="-1260"/>
        </w:tabs>
        <w:ind w:left="144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instalowanie przewodu YDY 4x4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- 14m,</w:t>
      </w:r>
    </w:p>
    <w:p w:rsidR="00D444CF" w:rsidRPr="00FA04A3" w:rsidRDefault="00D444CF" w:rsidP="009355A8">
      <w:pPr>
        <w:pStyle w:val="ListParagraph"/>
        <w:numPr>
          <w:ilvl w:val="0"/>
          <w:numId w:val="12"/>
        </w:numPr>
        <w:tabs>
          <w:tab w:val="left" w:pos="-1260"/>
        </w:tabs>
        <w:ind w:left="144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instalowanie łańcuchów świetlnych białych - 7 szt.,</w:t>
      </w:r>
    </w:p>
    <w:p w:rsidR="00D444CF" w:rsidRPr="00C77D60" w:rsidRDefault="00D444CF" w:rsidP="00C77D60">
      <w:pPr>
        <w:pStyle w:val="ListParagraph"/>
        <w:numPr>
          <w:ilvl w:val="0"/>
          <w:numId w:val="12"/>
        </w:numPr>
        <w:tabs>
          <w:tab w:val="left" w:pos="-1260"/>
        </w:tabs>
        <w:ind w:left="1440"/>
        <w:jc w:val="both"/>
        <w:rPr>
          <w:sz w:val="24"/>
          <w:szCs w:val="24"/>
        </w:rPr>
      </w:pPr>
      <w:r w:rsidRPr="00C77D60">
        <w:rPr>
          <w:sz w:val="24"/>
          <w:szCs w:val="24"/>
        </w:rPr>
        <w:t>instalowanie łańcuchów świetlnych „SEXTUS” - 2 szt.,</w:t>
      </w:r>
    </w:p>
    <w:p w:rsidR="00D444CF" w:rsidRPr="005A13C8" w:rsidRDefault="00D444CF" w:rsidP="00C77D60">
      <w:pPr>
        <w:pStyle w:val="ListParagraph"/>
        <w:numPr>
          <w:ilvl w:val="0"/>
          <w:numId w:val="7"/>
        </w:numPr>
        <w:tabs>
          <w:tab w:val="left" w:pos="-144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zadania Nr 3 pn.: </w:t>
      </w:r>
      <w:r>
        <w:rPr>
          <w:b/>
          <w:bCs/>
          <w:sz w:val="24"/>
          <w:szCs w:val="24"/>
        </w:rPr>
        <w:t>„dekoracja drzew oraz słupów oświetleniowych”</w:t>
      </w:r>
      <w:r>
        <w:rPr>
          <w:sz w:val="24"/>
          <w:szCs w:val="24"/>
        </w:rPr>
        <w:t xml:space="preserve"> do wykonania jest następujący zakres czynności:</w:t>
      </w:r>
    </w:p>
    <w:p w:rsidR="00D444CF" w:rsidRPr="005A13C8" w:rsidRDefault="00D444CF" w:rsidP="009F79C6">
      <w:pPr>
        <w:pStyle w:val="ListParagraph"/>
        <w:numPr>
          <w:ilvl w:val="0"/>
          <w:numId w:val="14"/>
        </w:numPr>
        <w:tabs>
          <w:tab w:val="left" w:pos="851"/>
        </w:tabs>
        <w:ind w:left="141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dekoracja drzewa na Placu Teatralnym</w:t>
      </w:r>
      <w:r>
        <w:rPr>
          <w:sz w:val="24"/>
          <w:szCs w:val="24"/>
        </w:rPr>
        <w:t>:</w:t>
      </w:r>
    </w:p>
    <w:p w:rsidR="00D444CF" w:rsidRPr="005A13C8" w:rsidRDefault="00D444CF" w:rsidP="005A13C8">
      <w:pPr>
        <w:pStyle w:val="ListParagraph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rozdzielnicy - 1 szt.,</w:t>
      </w:r>
    </w:p>
    <w:p w:rsidR="00D444CF" w:rsidRPr="005A13C8" w:rsidRDefault="00D444CF" w:rsidP="005A13C8">
      <w:pPr>
        <w:pStyle w:val="ListParagraph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kabla YKY 5x10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- 15m,</w:t>
      </w:r>
    </w:p>
    <w:p w:rsidR="00D444CF" w:rsidRPr="005A13C8" w:rsidRDefault="00D444CF" w:rsidP="005A13C8">
      <w:pPr>
        <w:pStyle w:val="ListParagraph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przewodu YDY 4x4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- 14m,</w:t>
      </w:r>
    </w:p>
    <w:p w:rsidR="00D444CF" w:rsidRPr="005A13C8" w:rsidRDefault="00D444CF" w:rsidP="005A13C8">
      <w:pPr>
        <w:pStyle w:val="ListParagraph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białych - 7 szt.,</w:t>
      </w:r>
    </w:p>
    <w:p w:rsidR="00D444CF" w:rsidRPr="005A13C8" w:rsidRDefault="00D444CF" w:rsidP="005A13C8">
      <w:pPr>
        <w:pStyle w:val="ListParagraph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„SEXTUS” - 2 szt.,</w:t>
      </w:r>
    </w:p>
    <w:p w:rsidR="00D444CF" w:rsidRPr="005A13C8" w:rsidRDefault="00D444CF" w:rsidP="009F79C6">
      <w:pPr>
        <w:pStyle w:val="ListParagraph"/>
        <w:numPr>
          <w:ilvl w:val="0"/>
          <w:numId w:val="16"/>
        </w:numPr>
        <w:tabs>
          <w:tab w:val="left" w:pos="851"/>
        </w:tabs>
        <w:ind w:left="141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dekoracja drzewa na rondzie Jagiellonów</w:t>
      </w:r>
      <w:r>
        <w:rPr>
          <w:sz w:val="24"/>
          <w:szCs w:val="24"/>
        </w:rPr>
        <w:t>:</w:t>
      </w:r>
    </w:p>
    <w:p w:rsidR="00D444CF" w:rsidRPr="005A13C8" w:rsidRDefault="00D444CF" w:rsidP="009F79C6">
      <w:pPr>
        <w:pStyle w:val="ListParagraph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rozdzielnicy - 1 szt.,</w:t>
      </w:r>
    </w:p>
    <w:p w:rsidR="00D444CF" w:rsidRPr="005A13C8" w:rsidRDefault="00D444CF" w:rsidP="009F79C6">
      <w:pPr>
        <w:pStyle w:val="ListParagraph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kabla YKY 5x10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- 15m,</w:t>
      </w:r>
    </w:p>
    <w:p w:rsidR="00D444CF" w:rsidRPr="005A13C8" w:rsidRDefault="00D444CF" w:rsidP="009F79C6">
      <w:pPr>
        <w:pStyle w:val="ListParagraph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przewodu YDY 4x4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- 14m,</w:t>
      </w:r>
    </w:p>
    <w:p w:rsidR="00D444CF" w:rsidRPr="005A13C8" w:rsidRDefault="00D444CF" w:rsidP="009F79C6">
      <w:pPr>
        <w:pStyle w:val="ListParagraph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białych - 7 szt.,</w:t>
      </w:r>
    </w:p>
    <w:p w:rsidR="00D444CF" w:rsidRPr="005A13C8" w:rsidRDefault="00D444CF" w:rsidP="009F79C6">
      <w:pPr>
        <w:pStyle w:val="ListParagraph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„SEXTUS” - 2 szt.</w:t>
      </w:r>
    </w:p>
    <w:p w:rsidR="00D444CF" w:rsidRPr="00CB3221" w:rsidRDefault="00D444CF" w:rsidP="009F79C6">
      <w:pPr>
        <w:pStyle w:val="ListParagraph"/>
        <w:numPr>
          <w:ilvl w:val="0"/>
          <w:numId w:val="18"/>
        </w:numPr>
        <w:tabs>
          <w:tab w:val="left" w:pos="851"/>
          <w:tab w:val="left" w:pos="1701"/>
        </w:tabs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dekoracja 20 małych drzew h=3,0m na ulicy Gdańskiej</w:t>
      </w:r>
    </w:p>
    <w:p w:rsidR="00D444CF" w:rsidRPr="00CB3221" w:rsidRDefault="00D444CF" w:rsidP="009F79C6">
      <w:pPr>
        <w:pStyle w:val="ListParagraph"/>
        <w:numPr>
          <w:ilvl w:val="0"/>
          <w:numId w:val="19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rozdzielnicy - 4szt.,</w:t>
      </w:r>
    </w:p>
    <w:p w:rsidR="00D444CF" w:rsidRPr="00CB3221" w:rsidRDefault="00D444CF" w:rsidP="009F79C6">
      <w:pPr>
        <w:pStyle w:val="ListParagraph"/>
        <w:numPr>
          <w:ilvl w:val="0"/>
          <w:numId w:val="19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kabla YKY 5x10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- 85m,</w:t>
      </w:r>
    </w:p>
    <w:p w:rsidR="00D444CF" w:rsidRPr="00CB3221" w:rsidRDefault="00D444CF" w:rsidP="009F79C6">
      <w:pPr>
        <w:pStyle w:val="ListParagraph"/>
        <w:numPr>
          <w:ilvl w:val="0"/>
          <w:numId w:val="19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przewodu YDY 4x4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- 240m,</w:t>
      </w:r>
    </w:p>
    <w:p w:rsidR="00D444CF" w:rsidRPr="005A13C8" w:rsidRDefault="00D444CF" w:rsidP="009F79C6">
      <w:pPr>
        <w:pStyle w:val="ListParagraph"/>
        <w:numPr>
          <w:ilvl w:val="0"/>
          <w:numId w:val="19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białych - 20szt.,</w:t>
      </w:r>
    </w:p>
    <w:p w:rsidR="00D444CF" w:rsidRPr="00CB3221" w:rsidRDefault="00D444CF" w:rsidP="009F79C6">
      <w:pPr>
        <w:pStyle w:val="ListParagraph"/>
        <w:numPr>
          <w:ilvl w:val="0"/>
          <w:numId w:val="20"/>
        </w:numPr>
        <w:tabs>
          <w:tab w:val="left" w:pos="851"/>
        </w:tabs>
        <w:ind w:left="141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w ciągu ul. Jagiellońskiej na odcinku od ul. Gdańskiej</w:t>
      </w:r>
      <w:r>
        <w:rPr>
          <w:sz w:val="24"/>
          <w:szCs w:val="24"/>
        </w:rPr>
        <w:t xml:space="preserve"> do Ronda Jagiellonów:</w:t>
      </w:r>
    </w:p>
    <w:p w:rsidR="00D444CF" w:rsidRDefault="00D444CF" w:rsidP="00C77D60">
      <w:pPr>
        <w:pStyle w:val="ListParagraph"/>
        <w:numPr>
          <w:ilvl w:val="0"/>
          <w:numId w:val="21"/>
        </w:numPr>
        <w:tabs>
          <w:tab w:val="left" w:pos="851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montaż na słupach oświetleniowych elementów iluminacji świątecznej - 30szt.,</w:t>
      </w:r>
    </w:p>
    <w:p w:rsidR="00D444CF" w:rsidRPr="00E52465" w:rsidRDefault="00D444CF" w:rsidP="00C77D60">
      <w:pPr>
        <w:pStyle w:val="ListParagraph"/>
        <w:numPr>
          <w:ilvl w:val="0"/>
          <w:numId w:val="20"/>
        </w:numPr>
        <w:tabs>
          <w:tab w:val="left" w:pos="851"/>
        </w:tabs>
        <w:ind w:left="14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dekoracja słupów oświetleniowych w ciągu </w:t>
      </w:r>
      <w:r>
        <w:rPr>
          <w:sz w:val="24"/>
          <w:szCs w:val="24"/>
        </w:rPr>
        <w:t>w ciągu ul. Gdańskiej na odcinku od ul. Jagiellońskiej do Al. Mickiewicza:</w:t>
      </w:r>
    </w:p>
    <w:p w:rsidR="00D444CF" w:rsidRDefault="00D444CF" w:rsidP="00C77D60">
      <w:pPr>
        <w:pStyle w:val="ListParagraph"/>
        <w:numPr>
          <w:ilvl w:val="0"/>
          <w:numId w:val="23"/>
        </w:numPr>
        <w:tabs>
          <w:tab w:val="left" w:pos="851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montaż na słupach oświetleniowych elementów iluminacji świątecznej - 60 szt.,</w:t>
      </w:r>
    </w:p>
    <w:p w:rsidR="00D444CF" w:rsidRDefault="00D444CF" w:rsidP="004E3BF5">
      <w:pPr>
        <w:pStyle w:val="ListParagraph"/>
        <w:tabs>
          <w:tab w:val="left" w:pos="851"/>
        </w:tabs>
        <w:ind w:left="2138"/>
        <w:jc w:val="both"/>
        <w:rPr>
          <w:spacing w:val="-2"/>
          <w:sz w:val="24"/>
          <w:szCs w:val="24"/>
        </w:rPr>
      </w:pPr>
    </w:p>
    <w:p w:rsidR="00D444CF" w:rsidRDefault="00D444CF" w:rsidP="00B831F6">
      <w:pPr>
        <w:tabs>
          <w:tab w:val="left" w:pos="851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ramach zadania Nr 1 pkt 1-9 i 11-12 oraz zadania Nr 2, wykonawca zobowiązuje się zamontować dekorację świąteczną nie później niż do 05-12-2018 r.</w:t>
      </w:r>
    </w:p>
    <w:p w:rsidR="00D444CF" w:rsidRDefault="00D444CF" w:rsidP="00B831F6">
      <w:pPr>
        <w:tabs>
          <w:tab w:val="left" w:pos="851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ramach zadania Nr 1 pkt 10 oraz zadania Nr 3, wykonawca zobowiązuje się zamontować dekorację świąteczną zgodnie z datą zadeklarowaną w formularzu ofertowym.</w:t>
      </w:r>
    </w:p>
    <w:p w:rsidR="00D444CF" w:rsidRPr="00B831F6" w:rsidRDefault="00D444CF" w:rsidP="00B831F6">
      <w:pPr>
        <w:tabs>
          <w:tab w:val="left" w:pos="851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Natomiast demontaż dekoracji świątecznej nastąpi do 30-01-2019.</w:t>
      </w:r>
    </w:p>
    <w:p w:rsidR="00D444CF" w:rsidRDefault="00D444CF" w:rsidP="00B15777">
      <w:pPr>
        <w:pStyle w:val="ListParagraph"/>
        <w:tabs>
          <w:tab w:val="left" w:pos="851"/>
        </w:tabs>
        <w:spacing w:before="24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5.W ramach każdego zadania należy:</w:t>
      </w:r>
    </w:p>
    <w:p w:rsidR="00D444CF" w:rsidRPr="00127FF4" w:rsidRDefault="00D444CF" w:rsidP="00B15777">
      <w:pPr>
        <w:pStyle w:val="ListParagraph"/>
        <w:numPr>
          <w:ilvl w:val="0"/>
          <w:numId w:val="25"/>
        </w:numPr>
        <w:tabs>
          <w:tab w:val="left" w:pos="-900"/>
        </w:tabs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>do dekoracji (elementy na słupach) wykorzystać</w:t>
      </w:r>
      <w:r>
        <w:rPr>
          <w:b/>
          <w:bCs/>
          <w:sz w:val="24"/>
          <w:szCs w:val="24"/>
        </w:rPr>
        <w:t xml:space="preserve"> materiał z depozytu Zamawiającego</w:t>
      </w:r>
      <w:r>
        <w:rPr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natomiast elementy dekoracji drzew – łańcuchy świetlne należy zakupić.</w:t>
      </w:r>
    </w:p>
    <w:p w:rsidR="00D444CF" w:rsidRPr="00353F90" w:rsidRDefault="00D444CF" w:rsidP="00B15777">
      <w:pPr>
        <w:pStyle w:val="ListParagraph"/>
        <w:numPr>
          <w:ilvl w:val="0"/>
          <w:numId w:val="25"/>
        </w:numPr>
        <w:tabs>
          <w:tab w:val="left" w:pos="-900"/>
        </w:tabs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oświetleniu drzew wykorzystać elementy oświetlenia </w:t>
      </w:r>
      <w:r>
        <w:rPr>
          <w:b/>
          <w:bCs/>
          <w:sz w:val="24"/>
          <w:szCs w:val="24"/>
        </w:rPr>
        <w:t>na napięcie 24V (bezpieczne) łączone równolegle</w:t>
      </w:r>
      <w:r>
        <w:rPr>
          <w:sz w:val="24"/>
          <w:szCs w:val="24"/>
        </w:rPr>
        <w:t>,</w:t>
      </w:r>
    </w:p>
    <w:p w:rsidR="00D444CF" w:rsidRPr="006209C5" w:rsidRDefault="00D444CF" w:rsidP="00B15777">
      <w:pPr>
        <w:pStyle w:val="ListParagraph"/>
        <w:numPr>
          <w:ilvl w:val="0"/>
          <w:numId w:val="25"/>
        </w:numPr>
        <w:tabs>
          <w:tab w:val="left" w:pos="-900"/>
        </w:tabs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>przed montażem materiału z depozytu Zamawiającego należy dokonać przeglądu, następnie niesprawne elementy uzupełnić i naprawić,</w:t>
      </w:r>
    </w:p>
    <w:p w:rsidR="00D444CF" w:rsidRPr="00353F90" w:rsidRDefault="00D444CF" w:rsidP="00B15777">
      <w:pPr>
        <w:pStyle w:val="ListParagraph"/>
        <w:numPr>
          <w:ilvl w:val="0"/>
          <w:numId w:val="25"/>
        </w:numPr>
        <w:tabs>
          <w:tab w:val="left" w:pos="-900"/>
        </w:tabs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 utrzymania w sprawności iluminacji w okresie trwania umowy w ramach każdego zadania</w:t>
      </w:r>
    </w:p>
    <w:p w:rsidR="00D444CF" w:rsidRDefault="00D444CF" w:rsidP="00353F90">
      <w:pPr>
        <w:tabs>
          <w:tab w:val="left" w:pos="1418"/>
        </w:tabs>
        <w:jc w:val="both"/>
        <w:rPr>
          <w:sz w:val="24"/>
          <w:szCs w:val="24"/>
        </w:rPr>
      </w:pPr>
    </w:p>
    <w:p w:rsidR="00D444CF" w:rsidRPr="00A305DE" w:rsidRDefault="00D444CF" w:rsidP="00B15777">
      <w:pPr>
        <w:pStyle w:val="ListParagraph"/>
        <w:tabs>
          <w:tab w:val="left" w:pos="851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A305DE">
        <w:rPr>
          <w:spacing w:val="-4"/>
          <w:sz w:val="24"/>
          <w:szCs w:val="24"/>
        </w:rPr>
        <w:t>Nazwa i kod przedmiotu zamówienia określone we Wspólnym Słowniku Zamówień (CPV):</w:t>
      </w:r>
    </w:p>
    <w:p w:rsidR="00D444CF" w:rsidRDefault="00D444CF" w:rsidP="008D5DC2">
      <w:pPr>
        <w:ind w:left="85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51.10.00.00-3</w:t>
      </w:r>
      <w:r>
        <w:rPr>
          <w:sz w:val="24"/>
          <w:szCs w:val="24"/>
        </w:rPr>
        <w:t xml:space="preserve"> – usługi instalowania urządzeń elektrycznych i mechanicznych,</w:t>
      </w:r>
    </w:p>
    <w:p w:rsidR="00D444CF" w:rsidRDefault="00D444CF" w:rsidP="008D5DC2">
      <w:pPr>
        <w:ind w:left="85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51.11.00.00-6</w:t>
      </w:r>
      <w:r>
        <w:rPr>
          <w:sz w:val="24"/>
          <w:szCs w:val="24"/>
        </w:rPr>
        <w:t xml:space="preserve"> – usługi instalowania sprzętu elektrycznego,</w:t>
      </w:r>
    </w:p>
    <w:p w:rsidR="00D444CF" w:rsidRDefault="00D444CF" w:rsidP="008D5DC2">
      <w:pPr>
        <w:ind w:left="85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31.52.20.00-1</w:t>
      </w:r>
      <w:r>
        <w:rPr>
          <w:sz w:val="24"/>
          <w:szCs w:val="24"/>
        </w:rPr>
        <w:t xml:space="preserve"> – lampki choinkowe.</w:t>
      </w:r>
    </w:p>
    <w:p w:rsidR="00D444CF" w:rsidRPr="006C790A" w:rsidRDefault="00D444CF" w:rsidP="008D5DC2">
      <w:pPr>
        <w:pStyle w:val="Header"/>
        <w:tabs>
          <w:tab w:val="left" w:pos="708"/>
        </w:tabs>
        <w:ind w:right="-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ab/>
        <w:t xml:space="preserve">   </w:t>
      </w:r>
    </w:p>
    <w:p w:rsidR="00D444CF" w:rsidRDefault="00D444CF" w:rsidP="00CB3221">
      <w:pPr>
        <w:pStyle w:val="Header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444CF" w:rsidRDefault="00D444CF" w:rsidP="008D5DC2">
      <w:pPr>
        <w:pStyle w:val="Header"/>
        <w:tabs>
          <w:tab w:val="left" w:pos="708"/>
        </w:tabs>
        <w:jc w:val="both"/>
        <w:rPr>
          <w:sz w:val="24"/>
          <w:szCs w:val="24"/>
        </w:rPr>
      </w:pPr>
    </w:p>
    <w:sectPr w:rsidR="00D444CF" w:rsidSect="009355A8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01A2"/>
    <w:multiLevelType w:val="hybridMultilevel"/>
    <w:tmpl w:val="B1EE7776"/>
    <w:lvl w:ilvl="0" w:tplc="04150011">
      <w:start w:val="1"/>
      <w:numFmt w:val="decimal"/>
      <w:lvlText w:val="%1)"/>
      <w:lvlJc w:val="left"/>
      <w:pPr>
        <w:ind w:left="17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">
    <w:nsid w:val="078404A7"/>
    <w:multiLevelType w:val="hybridMultilevel"/>
    <w:tmpl w:val="0768848E"/>
    <w:lvl w:ilvl="0" w:tplc="522CF7C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662393"/>
    <w:multiLevelType w:val="hybridMultilevel"/>
    <w:tmpl w:val="3C62EA26"/>
    <w:lvl w:ilvl="0" w:tplc="75E8E2B8">
      <w:start w:val="3"/>
      <w:numFmt w:val="decimal"/>
      <w:lvlText w:val="%1."/>
      <w:lvlJc w:val="left"/>
      <w:pPr>
        <w:ind w:left="242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">
    <w:nsid w:val="12A87679"/>
    <w:multiLevelType w:val="hybridMultilevel"/>
    <w:tmpl w:val="AA54F804"/>
    <w:lvl w:ilvl="0" w:tplc="34286456">
      <w:start w:val="1"/>
      <w:numFmt w:val="decimal"/>
      <w:lvlText w:val="%1)"/>
      <w:lvlJc w:val="left"/>
      <w:pPr>
        <w:ind w:left="171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4">
    <w:nsid w:val="14A36464"/>
    <w:multiLevelType w:val="hybridMultilevel"/>
    <w:tmpl w:val="BF7461A0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5">
    <w:nsid w:val="164E5F29"/>
    <w:multiLevelType w:val="multilevel"/>
    <w:tmpl w:val="D4904F62"/>
    <w:lvl w:ilvl="0">
      <w:start w:val="4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D4FD6"/>
    <w:multiLevelType w:val="hybridMultilevel"/>
    <w:tmpl w:val="A7A03734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7">
    <w:nsid w:val="1C360096"/>
    <w:multiLevelType w:val="hybridMultilevel"/>
    <w:tmpl w:val="7682DA08"/>
    <w:lvl w:ilvl="0" w:tplc="F5D6CD9A">
      <w:start w:val="4"/>
      <w:numFmt w:val="decimal"/>
      <w:lvlText w:val="%1."/>
      <w:lvlJc w:val="left"/>
      <w:pPr>
        <w:ind w:left="171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8B302A"/>
    <w:multiLevelType w:val="hybridMultilevel"/>
    <w:tmpl w:val="D4904F62"/>
    <w:lvl w:ilvl="0" w:tplc="0338D1C6">
      <w:start w:val="4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DE6412"/>
    <w:multiLevelType w:val="hybridMultilevel"/>
    <w:tmpl w:val="6148718E"/>
    <w:lvl w:ilvl="0" w:tplc="04150011">
      <w:start w:val="1"/>
      <w:numFmt w:val="decimal"/>
      <w:lvlText w:val="%1)"/>
      <w:lvlJc w:val="left"/>
      <w:pPr>
        <w:ind w:left="17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0">
    <w:nsid w:val="2AB81D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2DD57432"/>
    <w:multiLevelType w:val="hybridMultilevel"/>
    <w:tmpl w:val="FCD2B07A"/>
    <w:lvl w:ilvl="0" w:tplc="A056AEC2">
      <w:start w:val="1"/>
      <w:numFmt w:val="lowerLetter"/>
      <w:lvlText w:val="%1)"/>
      <w:lvlJc w:val="left"/>
      <w:pPr>
        <w:tabs>
          <w:tab w:val="num" w:pos="1505"/>
        </w:tabs>
        <w:ind w:left="15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5"/>
        </w:tabs>
        <w:ind w:left="29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85"/>
        </w:tabs>
        <w:ind w:left="43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05"/>
        </w:tabs>
        <w:ind w:left="51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45"/>
        </w:tabs>
        <w:ind w:left="65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65"/>
        </w:tabs>
        <w:ind w:left="7265" w:hanging="180"/>
      </w:pPr>
      <w:rPr>
        <w:rFonts w:cs="Times New Roman"/>
      </w:rPr>
    </w:lvl>
  </w:abstractNum>
  <w:abstractNum w:abstractNumId="12">
    <w:nsid w:val="33201791"/>
    <w:multiLevelType w:val="hybridMultilevel"/>
    <w:tmpl w:val="6148718E"/>
    <w:lvl w:ilvl="0" w:tplc="04150011">
      <w:start w:val="1"/>
      <w:numFmt w:val="decimal"/>
      <w:lvlText w:val="%1)"/>
      <w:lvlJc w:val="left"/>
      <w:pPr>
        <w:ind w:left="17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3">
    <w:nsid w:val="33D542A6"/>
    <w:multiLevelType w:val="hybridMultilevel"/>
    <w:tmpl w:val="A24CA618"/>
    <w:lvl w:ilvl="0" w:tplc="6EF07582">
      <w:start w:val="1"/>
      <w:numFmt w:val="decimal"/>
      <w:lvlText w:val="%1)"/>
      <w:lvlJc w:val="left"/>
      <w:pPr>
        <w:ind w:left="171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4">
    <w:nsid w:val="34711245"/>
    <w:multiLevelType w:val="hybridMultilevel"/>
    <w:tmpl w:val="24B49010"/>
    <w:lvl w:ilvl="0" w:tplc="0415000F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5">
    <w:nsid w:val="35703E9A"/>
    <w:multiLevelType w:val="multilevel"/>
    <w:tmpl w:val="AE520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3682683E"/>
    <w:multiLevelType w:val="hybridMultilevel"/>
    <w:tmpl w:val="18A0FB0C"/>
    <w:lvl w:ilvl="0" w:tplc="1BBA2838">
      <w:start w:val="1"/>
      <w:numFmt w:val="decimal"/>
      <w:lvlText w:val="%1)"/>
      <w:lvlJc w:val="left"/>
      <w:pPr>
        <w:ind w:left="21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04310F"/>
    <w:multiLevelType w:val="hybridMultilevel"/>
    <w:tmpl w:val="AEFA4AD8"/>
    <w:lvl w:ilvl="0" w:tplc="CD20FF22">
      <w:start w:val="1"/>
      <w:numFmt w:val="decimal"/>
      <w:lvlText w:val="%1."/>
      <w:lvlJc w:val="left"/>
      <w:pPr>
        <w:ind w:left="1508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2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4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6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8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0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2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54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68" w:hanging="180"/>
      </w:pPr>
      <w:rPr>
        <w:rFonts w:cs="Times New Roman"/>
      </w:rPr>
    </w:lvl>
  </w:abstractNum>
  <w:abstractNum w:abstractNumId="18">
    <w:nsid w:val="3F09073B"/>
    <w:multiLevelType w:val="hybridMultilevel"/>
    <w:tmpl w:val="0CF69F74"/>
    <w:lvl w:ilvl="0" w:tplc="A370A324">
      <w:start w:val="1"/>
      <w:numFmt w:val="decimal"/>
      <w:lvlText w:val="%1)"/>
      <w:lvlJc w:val="left"/>
      <w:pPr>
        <w:ind w:left="171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9">
    <w:nsid w:val="41DE1CDA"/>
    <w:multiLevelType w:val="hybridMultilevel"/>
    <w:tmpl w:val="264A5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4664A04"/>
    <w:multiLevelType w:val="multilevel"/>
    <w:tmpl w:val="A22C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9A34B9"/>
    <w:multiLevelType w:val="multilevel"/>
    <w:tmpl w:val="C81EC1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>
    <w:nsid w:val="48E40452"/>
    <w:multiLevelType w:val="hybridMultilevel"/>
    <w:tmpl w:val="889A09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9A91FA6"/>
    <w:multiLevelType w:val="multilevel"/>
    <w:tmpl w:val="60C275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>
    <w:nsid w:val="4F63614E"/>
    <w:multiLevelType w:val="hybridMultilevel"/>
    <w:tmpl w:val="F9A27F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814325"/>
    <w:multiLevelType w:val="hybridMultilevel"/>
    <w:tmpl w:val="6C9C0B4C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6">
    <w:nsid w:val="53D71713"/>
    <w:multiLevelType w:val="hybridMultilevel"/>
    <w:tmpl w:val="ABE63E26"/>
    <w:lvl w:ilvl="0" w:tplc="8904ED2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85D2D0A"/>
    <w:multiLevelType w:val="hybridMultilevel"/>
    <w:tmpl w:val="4E1C1FF2"/>
    <w:lvl w:ilvl="0" w:tplc="06DC7EA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89A4465"/>
    <w:multiLevelType w:val="multilevel"/>
    <w:tmpl w:val="619AC2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99B4E21"/>
    <w:multiLevelType w:val="hybridMultilevel"/>
    <w:tmpl w:val="947E4E44"/>
    <w:lvl w:ilvl="0" w:tplc="116CCFA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5A2D49BB"/>
    <w:multiLevelType w:val="multilevel"/>
    <w:tmpl w:val="AE520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>
    <w:nsid w:val="5E6B6E58"/>
    <w:multiLevelType w:val="hybridMultilevel"/>
    <w:tmpl w:val="A594BA70"/>
    <w:lvl w:ilvl="0" w:tplc="02F840E0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64060DD7"/>
    <w:multiLevelType w:val="hybridMultilevel"/>
    <w:tmpl w:val="667C411C"/>
    <w:lvl w:ilvl="0" w:tplc="B596C38E">
      <w:start w:val="3"/>
      <w:numFmt w:val="decimal"/>
      <w:lvlText w:val="%1."/>
      <w:lvlJc w:val="left"/>
      <w:pPr>
        <w:ind w:left="171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236596"/>
    <w:multiLevelType w:val="multilevel"/>
    <w:tmpl w:val="3466A3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>
    <w:nsid w:val="6A231952"/>
    <w:multiLevelType w:val="multilevel"/>
    <w:tmpl w:val="AE520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5">
    <w:nsid w:val="6F137033"/>
    <w:multiLevelType w:val="hybridMultilevel"/>
    <w:tmpl w:val="6AB63CB4"/>
    <w:lvl w:ilvl="0" w:tplc="04150011">
      <w:start w:val="1"/>
      <w:numFmt w:val="decimal"/>
      <w:lvlText w:val="%1)"/>
      <w:lvlJc w:val="left"/>
      <w:pPr>
        <w:ind w:left="22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1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88" w:hanging="180"/>
      </w:pPr>
      <w:rPr>
        <w:rFonts w:cs="Times New Roman"/>
      </w:rPr>
    </w:lvl>
  </w:abstractNum>
  <w:abstractNum w:abstractNumId="36">
    <w:nsid w:val="7D1154AA"/>
    <w:multiLevelType w:val="hybridMultilevel"/>
    <w:tmpl w:val="8E8C2D5A"/>
    <w:lvl w:ilvl="0" w:tplc="2648F46A">
      <w:start w:val="1"/>
      <w:numFmt w:val="decimal"/>
      <w:lvlText w:val="%1)"/>
      <w:lvlJc w:val="left"/>
      <w:pPr>
        <w:ind w:left="171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37">
    <w:nsid w:val="7EF13E73"/>
    <w:multiLevelType w:val="hybridMultilevel"/>
    <w:tmpl w:val="0F1891EA"/>
    <w:lvl w:ilvl="0" w:tplc="77103CC6">
      <w:start w:val="5"/>
      <w:numFmt w:val="decimal"/>
      <w:lvlText w:val="%1."/>
      <w:lvlJc w:val="left"/>
      <w:pPr>
        <w:ind w:left="171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10"/>
  </w:num>
  <w:num w:numId="3">
    <w:abstractNumId w:val="31"/>
  </w:num>
  <w:num w:numId="4">
    <w:abstractNumId w:val="0"/>
  </w:num>
  <w:num w:numId="5">
    <w:abstractNumId w:val="26"/>
  </w:num>
  <w:num w:numId="6">
    <w:abstractNumId w:val="12"/>
  </w:num>
  <w:num w:numId="7">
    <w:abstractNumId w:val="32"/>
  </w:num>
  <w:num w:numId="8">
    <w:abstractNumId w:val="36"/>
  </w:num>
  <w:num w:numId="9">
    <w:abstractNumId w:val="7"/>
  </w:num>
  <w:num w:numId="10">
    <w:abstractNumId w:val="3"/>
  </w:num>
  <w:num w:numId="11">
    <w:abstractNumId w:val="37"/>
  </w:num>
  <w:num w:numId="12">
    <w:abstractNumId w:val="18"/>
  </w:num>
  <w:num w:numId="13">
    <w:abstractNumId w:val="23"/>
  </w:num>
  <w:num w:numId="14">
    <w:abstractNumId w:val="21"/>
  </w:num>
  <w:num w:numId="15">
    <w:abstractNumId w:val="9"/>
  </w:num>
  <w:num w:numId="16">
    <w:abstractNumId w:val="1"/>
  </w:num>
  <w:num w:numId="17">
    <w:abstractNumId w:val="25"/>
  </w:num>
  <w:num w:numId="18">
    <w:abstractNumId w:val="2"/>
  </w:num>
  <w:num w:numId="19">
    <w:abstractNumId w:val="6"/>
  </w:num>
  <w:num w:numId="20">
    <w:abstractNumId w:val="8"/>
  </w:num>
  <w:num w:numId="21">
    <w:abstractNumId w:val="4"/>
  </w:num>
  <w:num w:numId="22">
    <w:abstractNumId w:val="28"/>
  </w:num>
  <w:num w:numId="23">
    <w:abstractNumId w:val="16"/>
  </w:num>
  <w:num w:numId="24">
    <w:abstractNumId w:val="33"/>
  </w:num>
  <w:num w:numId="25">
    <w:abstractNumId w:val="24"/>
  </w:num>
  <w:num w:numId="26">
    <w:abstractNumId w:val="17"/>
  </w:num>
  <w:num w:numId="27">
    <w:abstractNumId w:val="35"/>
  </w:num>
  <w:num w:numId="28">
    <w:abstractNumId w:val="27"/>
  </w:num>
  <w:num w:numId="29">
    <w:abstractNumId w:val="13"/>
  </w:num>
  <w:num w:numId="30">
    <w:abstractNumId w:val="14"/>
  </w:num>
  <w:num w:numId="31">
    <w:abstractNumId w:val="15"/>
  </w:num>
  <w:num w:numId="32">
    <w:abstractNumId w:val="30"/>
  </w:num>
  <w:num w:numId="33">
    <w:abstractNumId w:val="22"/>
  </w:num>
  <w:num w:numId="34">
    <w:abstractNumId w:val="19"/>
  </w:num>
  <w:num w:numId="35">
    <w:abstractNumId w:val="20"/>
  </w:num>
  <w:num w:numId="36">
    <w:abstractNumId w:val="11"/>
  </w:num>
  <w:num w:numId="37">
    <w:abstractNumId w:val="5"/>
  </w:num>
  <w:num w:numId="38">
    <w:abstractNumId w:val="29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1C7"/>
    <w:rsid w:val="0004281D"/>
    <w:rsid w:val="000E600C"/>
    <w:rsid w:val="000F51C7"/>
    <w:rsid w:val="000F6FC9"/>
    <w:rsid w:val="00127FF4"/>
    <w:rsid w:val="00165D6D"/>
    <w:rsid w:val="00173F65"/>
    <w:rsid w:val="001748A7"/>
    <w:rsid w:val="00197052"/>
    <w:rsid w:val="001A7459"/>
    <w:rsid w:val="001B45E7"/>
    <w:rsid w:val="001D3C05"/>
    <w:rsid w:val="002034A3"/>
    <w:rsid w:val="002A5F68"/>
    <w:rsid w:val="002B261D"/>
    <w:rsid w:val="002B48B8"/>
    <w:rsid w:val="002C3A4C"/>
    <w:rsid w:val="002E0085"/>
    <w:rsid w:val="002E08B2"/>
    <w:rsid w:val="003038EF"/>
    <w:rsid w:val="0031381C"/>
    <w:rsid w:val="003400EB"/>
    <w:rsid w:val="00346404"/>
    <w:rsid w:val="00353F90"/>
    <w:rsid w:val="00367C5B"/>
    <w:rsid w:val="003A54F9"/>
    <w:rsid w:val="003E3CC9"/>
    <w:rsid w:val="0040132C"/>
    <w:rsid w:val="00437980"/>
    <w:rsid w:val="004A5288"/>
    <w:rsid w:val="004B4E7C"/>
    <w:rsid w:val="004E3BF5"/>
    <w:rsid w:val="004F0F81"/>
    <w:rsid w:val="0051240D"/>
    <w:rsid w:val="00547A50"/>
    <w:rsid w:val="00554B3B"/>
    <w:rsid w:val="00585854"/>
    <w:rsid w:val="005A13C8"/>
    <w:rsid w:val="005C73E5"/>
    <w:rsid w:val="005C7DED"/>
    <w:rsid w:val="00602736"/>
    <w:rsid w:val="006209C5"/>
    <w:rsid w:val="00642113"/>
    <w:rsid w:val="006709F0"/>
    <w:rsid w:val="00673034"/>
    <w:rsid w:val="00681B93"/>
    <w:rsid w:val="00692DC9"/>
    <w:rsid w:val="006B3450"/>
    <w:rsid w:val="006C790A"/>
    <w:rsid w:val="006D288F"/>
    <w:rsid w:val="006D4BB9"/>
    <w:rsid w:val="006D68B1"/>
    <w:rsid w:val="006E5F5A"/>
    <w:rsid w:val="006E7B2D"/>
    <w:rsid w:val="007D5BFC"/>
    <w:rsid w:val="00814A55"/>
    <w:rsid w:val="0087086D"/>
    <w:rsid w:val="008935BD"/>
    <w:rsid w:val="008D5DC2"/>
    <w:rsid w:val="008F6EF2"/>
    <w:rsid w:val="009355A8"/>
    <w:rsid w:val="00962CD6"/>
    <w:rsid w:val="00987AD8"/>
    <w:rsid w:val="009F79C6"/>
    <w:rsid w:val="00A073B8"/>
    <w:rsid w:val="00A27649"/>
    <w:rsid w:val="00A305DE"/>
    <w:rsid w:val="00A57945"/>
    <w:rsid w:val="00AE3E95"/>
    <w:rsid w:val="00B15777"/>
    <w:rsid w:val="00B41B89"/>
    <w:rsid w:val="00B768C1"/>
    <w:rsid w:val="00B831F6"/>
    <w:rsid w:val="00BB4F74"/>
    <w:rsid w:val="00BD3368"/>
    <w:rsid w:val="00BE5ABC"/>
    <w:rsid w:val="00BF3D84"/>
    <w:rsid w:val="00C03B59"/>
    <w:rsid w:val="00C13265"/>
    <w:rsid w:val="00C143A3"/>
    <w:rsid w:val="00C44AE1"/>
    <w:rsid w:val="00C618E1"/>
    <w:rsid w:val="00C74FCF"/>
    <w:rsid w:val="00C77D60"/>
    <w:rsid w:val="00CA5D71"/>
    <w:rsid w:val="00CB3221"/>
    <w:rsid w:val="00CB47A0"/>
    <w:rsid w:val="00CC46BE"/>
    <w:rsid w:val="00CF2C52"/>
    <w:rsid w:val="00D3700F"/>
    <w:rsid w:val="00D444CF"/>
    <w:rsid w:val="00D672E6"/>
    <w:rsid w:val="00D869C4"/>
    <w:rsid w:val="00DB703D"/>
    <w:rsid w:val="00DD5BA7"/>
    <w:rsid w:val="00DE3C27"/>
    <w:rsid w:val="00DF0B04"/>
    <w:rsid w:val="00E1046D"/>
    <w:rsid w:val="00E17C72"/>
    <w:rsid w:val="00E52465"/>
    <w:rsid w:val="00ED23B1"/>
    <w:rsid w:val="00F05A41"/>
    <w:rsid w:val="00F84F25"/>
    <w:rsid w:val="00FA0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,Standardowy11,Standardowy111,Standardowy1111,Standardowy11111,Standardowy111111"/>
    <w:qFormat/>
    <w:rsid w:val="000F51C7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0F51C7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semiHidden/>
    <w:locked/>
    <w:rsid w:val="00F05A41"/>
    <w:rPr>
      <w:rFonts w:cs="Times New Roman"/>
      <w:sz w:val="20"/>
      <w:szCs w:val="20"/>
    </w:rPr>
  </w:style>
  <w:style w:type="paragraph" w:customStyle="1" w:styleId="Subhead2">
    <w:name w:val="Subhead 2"/>
    <w:basedOn w:val="Normal"/>
    <w:uiPriority w:val="99"/>
    <w:rsid w:val="000F51C7"/>
    <w:rPr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8D5DC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1B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1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78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966</Words>
  <Characters>5799</Characters>
  <Application>Microsoft Office Outlook</Application>
  <DocSecurity>0</DocSecurity>
  <Lines>0</Lines>
  <Paragraphs>0</Paragraphs>
  <ScaleCrop>false</ScaleCrop>
  <Company>ZDMiKP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ILUMINACJA ŚWIĄTECZNA – 2012/2013</dc:title>
  <dc:subject/>
  <dc:creator>darekr</dc:creator>
  <cp:keywords/>
  <dc:description/>
  <cp:lastModifiedBy>Julia Szałata</cp:lastModifiedBy>
  <cp:revision>2</cp:revision>
  <cp:lastPrinted>2017-09-15T06:13:00Z</cp:lastPrinted>
  <dcterms:created xsi:type="dcterms:W3CDTF">2018-10-31T09:08:00Z</dcterms:created>
  <dcterms:modified xsi:type="dcterms:W3CDTF">2018-10-31T09:08:00Z</dcterms:modified>
</cp:coreProperties>
</file>